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2A3922" w:rsidRDefault="003C2698" w:rsidP="00F40E54">
      <w:pPr>
        <w:spacing w:line="320" w:lineRule="atLeast"/>
        <w:rPr>
          <w:rFonts w:asciiTheme="minorEastAsia" w:eastAsiaTheme="minorEastAsia" w:hAnsiTheme="minorEastAsia"/>
          <w:spacing w:val="16"/>
          <w:sz w:val="24"/>
        </w:rPr>
      </w:pPr>
      <w:r w:rsidRPr="002A3922">
        <w:rPr>
          <w:rFonts w:asciiTheme="minorEastAsia" w:eastAsiaTheme="minorEastAsia" w:hAnsiTheme="minorEastAsia" w:hint="eastAsia"/>
          <w:spacing w:val="16"/>
          <w:sz w:val="24"/>
        </w:rPr>
        <w:t>様式第６</w:t>
      </w:r>
      <w:r w:rsidR="009B6D4C" w:rsidRPr="002A3922">
        <w:rPr>
          <w:rFonts w:asciiTheme="minorEastAsia" w:eastAsiaTheme="minorEastAsia" w:hAnsiTheme="minorEastAsia" w:hint="eastAsia"/>
          <w:spacing w:val="16"/>
          <w:sz w:val="24"/>
        </w:rPr>
        <w:t>号</w:t>
      </w:r>
    </w:p>
    <w:p w14:paraId="38E32D78" w14:textId="77777777" w:rsidR="00150BD1" w:rsidRPr="002A3922" w:rsidRDefault="00150BD1" w:rsidP="001E38C3">
      <w:pPr>
        <w:spacing w:line="320" w:lineRule="atLeast"/>
        <w:jc w:val="center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8"/>
          <w:szCs w:val="28"/>
        </w:rPr>
        <w:t>入札</w:t>
      </w:r>
      <w:r w:rsidR="001E38C3" w:rsidRPr="002A3922">
        <w:rPr>
          <w:rFonts w:asciiTheme="minorEastAsia" w:eastAsiaTheme="minorEastAsia" w:hAnsiTheme="minorEastAsia" w:hint="eastAsia"/>
          <w:spacing w:val="16"/>
          <w:sz w:val="28"/>
          <w:szCs w:val="28"/>
        </w:rPr>
        <w:t>（契約）</w:t>
      </w:r>
      <w:r w:rsidRPr="002A3922">
        <w:rPr>
          <w:rFonts w:asciiTheme="minorEastAsia" w:eastAsiaTheme="minorEastAsia" w:hAnsiTheme="minorEastAsia" w:hint="eastAsia"/>
          <w:spacing w:val="16"/>
          <w:sz w:val="28"/>
          <w:szCs w:val="28"/>
        </w:rPr>
        <w:t>保証金</w:t>
      </w:r>
      <w:r w:rsidR="001E38C3" w:rsidRPr="002A3922">
        <w:rPr>
          <w:rFonts w:asciiTheme="minorEastAsia" w:eastAsiaTheme="minorEastAsia" w:hAnsiTheme="minorEastAsia" w:hint="eastAsia"/>
          <w:spacing w:val="16"/>
          <w:sz w:val="28"/>
          <w:szCs w:val="28"/>
        </w:rPr>
        <w:t>還付請求書</w:t>
      </w:r>
    </w:p>
    <w:p w14:paraId="7E543732" w14:textId="77777777" w:rsidR="00150BD1" w:rsidRPr="002A3922" w:rsidRDefault="00150BD1" w:rsidP="00150BD1">
      <w:pPr>
        <w:spacing w:line="320" w:lineRule="atLeast"/>
        <w:jc w:val="righ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2A3922" w:rsidRDefault="00520537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（あて先）</w:t>
      </w:r>
    </w:p>
    <w:p w14:paraId="62345A4F" w14:textId="77777777" w:rsidR="003B6F0B" w:rsidRPr="002A3922" w:rsidRDefault="003B6F0B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2A3922" w:rsidRDefault="003B6F0B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="00150BD1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埼玉県立</w:t>
      </w:r>
      <w:r w:rsidR="00397D28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小児</w:t>
      </w:r>
      <w:r w:rsidR="00150BD1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6A25C3E9" w14:textId="77777777" w:rsidR="00397D28" w:rsidRPr="002A3922" w:rsidRDefault="00397D28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45D9BABB" w14:textId="77777777" w:rsidR="00150BD1" w:rsidRPr="002A3922" w:rsidRDefault="00150BD1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2A3922">
        <w:rPr>
          <w:rFonts w:asciiTheme="minorEastAsia" w:eastAsiaTheme="minorEastAsia" w:hAnsiTheme="minorEastAsia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2A3922" w:rsidRDefault="009B6D4C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2A3922">
        <w:rPr>
          <w:rFonts w:asciiTheme="minorEastAsia" w:eastAsiaTheme="minorEastAsia" w:hAnsiTheme="minorEastAsia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2A3922" w:rsidRDefault="00150BD1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代表者</w:t>
      </w:r>
      <w:r w:rsidR="00397D28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職氏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名　</w:t>
      </w:r>
      <w:r w:rsidR="00520537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397D28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　　　　</w:t>
      </w:r>
      <w:r w:rsidR="00397D28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4E09F3CE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6EDAF2C9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2A3922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1A4DDFAA" w14:textId="77777777" w:rsidR="00150BD1" w:rsidRPr="002A3922" w:rsidRDefault="00150BD1" w:rsidP="00150BD1">
      <w:pPr>
        <w:spacing w:line="320" w:lineRule="atLeast"/>
        <w:jc w:val="center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記</w:t>
      </w:r>
    </w:p>
    <w:p w14:paraId="388A3ED8" w14:textId="4A6A28C0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１　調達案件名称</w:t>
      </w:r>
    </w:p>
    <w:p w14:paraId="2A99C640" w14:textId="2D0E6C35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610EC8">
        <w:rPr>
          <w:rFonts w:asciiTheme="minorEastAsia" w:eastAsiaTheme="minorEastAsia" w:hAnsiTheme="minorEastAsia" w:hint="eastAsia"/>
          <w:spacing w:val="16"/>
          <w:sz w:val="21"/>
          <w:szCs w:val="21"/>
        </w:rPr>
        <w:t>看護部ユニホーム</w:t>
      </w:r>
      <w:r w:rsidR="00721C2D">
        <w:rPr>
          <w:rFonts w:asciiTheme="minorEastAsia" w:eastAsiaTheme="minorEastAsia" w:hAnsiTheme="minorEastAsia" w:hint="eastAsia"/>
          <w:spacing w:val="16"/>
          <w:sz w:val="21"/>
          <w:szCs w:val="21"/>
        </w:rPr>
        <w:t>（令和８年度分）</w:t>
      </w:r>
      <w:r w:rsid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の購入</w:t>
      </w:r>
    </w:p>
    <w:p w14:paraId="685760A9" w14:textId="77777777" w:rsidR="00150BD1" w:rsidRPr="0029138B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7B24244F" w14:textId="77777777" w:rsidR="00397D28" w:rsidRPr="002A3922" w:rsidRDefault="00397D28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２　公告年月日</w:t>
      </w:r>
    </w:p>
    <w:p w14:paraId="3491E0A3" w14:textId="159222FA" w:rsidR="00150BD1" w:rsidRPr="002A3922" w:rsidRDefault="00397D28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令和</w:t>
      </w:r>
      <w:r w:rsidR="00721C2D">
        <w:rPr>
          <w:rFonts w:asciiTheme="minorEastAsia" w:eastAsiaTheme="minorEastAsia" w:hAnsiTheme="minorEastAsia" w:hint="eastAsia"/>
          <w:spacing w:val="16"/>
          <w:szCs w:val="22"/>
        </w:rPr>
        <w:t>８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年</w:t>
      </w:r>
      <w:r w:rsidR="00721C2D">
        <w:rPr>
          <w:rFonts w:asciiTheme="minorEastAsia" w:eastAsiaTheme="minorEastAsia" w:hAnsiTheme="minorEastAsia" w:hint="eastAsia"/>
          <w:spacing w:val="16"/>
          <w:szCs w:val="22"/>
        </w:rPr>
        <w:t>１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月</w:t>
      </w:r>
      <w:r w:rsidR="00721C2D">
        <w:rPr>
          <w:rFonts w:asciiTheme="minorEastAsia" w:eastAsiaTheme="minorEastAsia" w:hAnsiTheme="minorEastAsia" w:hint="eastAsia"/>
          <w:spacing w:val="16"/>
          <w:szCs w:val="22"/>
        </w:rPr>
        <w:t>１</w:t>
      </w:r>
      <w:r w:rsidR="00410BFE">
        <w:rPr>
          <w:rFonts w:asciiTheme="minorEastAsia" w:eastAsiaTheme="minorEastAsia" w:hAnsiTheme="minorEastAsia" w:hint="eastAsia"/>
          <w:spacing w:val="16"/>
          <w:szCs w:val="22"/>
        </w:rPr>
        <w:t>５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日（</w:t>
      </w:r>
      <w:r w:rsidR="00410BFE">
        <w:rPr>
          <w:rFonts w:asciiTheme="minorEastAsia" w:eastAsiaTheme="minorEastAsia" w:hAnsiTheme="minorEastAsia" w:hint="eastAsia"/>
          <w:spacing w:val="16"/>
          <w:szCs w:val="22"/>
        </w:rPr>
        <w:t>木</w:t>
      </w:r>
      <w:r w:rsidR="002771F2" w:rsidRPr="002A3922">
        <w:rPr>
          <w:rFonts w:asciiTheme="minorEastAsia" w:eastAsiaTheme="minorEastAsia" w:hAnsiTheme="minorEastAsia" w:hint="eastAsia"/>
          <w:spacing w:val="16"/>
          <w:szCs w:val="22"/>
        </w:rPr>
        <w:t>）</w:t>
      </w:r>
    </w:p>
    <w:p w14:paraId="5B63A375" w14:textId="77777777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18829BF8" w14:textId="77777777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３　</w:t>
      </w:r>
      <w:r w:rsidR="007F33C5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請求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金額</w:t>
      </w:r>
    </w:p>
    <w:p w14:paraId="65A6321D" w14:textId="77777777" w:rsidR="007F33C5" w:rsidRPr="002A3922" w:rsidRDefault="007F33C5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33DD6524" w14:textId="77777777" w:rsidR="00150BD1" w:rsidRPr="002A3922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  <w:u w:val="single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2A3922" w:rsidRDefault="00520537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（参考として、</w:t>
      </w:r>
      <w:r w:rsidR="00FE3677"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払込</w:t>
      </w:r>
      <w:r w:rsidRPr="002A3922">
        <w:rPr>
          <w:rFonts w:asciiTheme="minorEastAsia" w:eastAsiaTheme="minorEastAsia" w:hAnsiTheme="minorEastAsia" w:cs="ＭＳ ゴシック" w:hint="eastAsia"/>
          <w:color w:val="000000" w:themeColor="text1"/>
          <w:szCs w:val="22"/>
        </w:rPr>
        <w:t>書兼領収書の写しを添付します。</w:t>
      </w:r>
      <w:r w:rsidRPr="002A3922">
        <w:rPr>
          <w:rFonts w:asciiTheme="minorEastAsia" w:eastAsiaTheme="minorEastAsia" w:hAnsiTheme="minorEastAsia" w:hint="eastAsia"/>
          <w:spacing w:val="16"/>
          <w:sz w:val="21"/>
          <w:szCs w:val="21"/>
        </w:rPr>
        <w:t>）</w:t>
      </w:r>
    </w:p>
    <w:p w14:paraId="2DA35975" w14:textId="77777777" w:rsidR="00150BD1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</w:p>
    <w:p w14:paraId="6EABB132" w14:textId="77777777" w:rsidR="00150BD1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2A3922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2A3922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20537" w:rsidRPr="002A3922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2A3922" w:rsidRDefault="00520537" w:rsidP="00D20A7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2A3922" w:rsidRDefault="00520537" w:rsidP="007F33C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2A3922" w:rsidRDefault="00520537" w:rsidP="00D20A7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2A3922" w:rsidRDefault="00520537" w:rsidP="007F33C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2A3922" w:rsidRDefault="007F33C5" w:rsidP="00150BD1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A3922">
              <w:rPr>
                <w:rFonts w:asciiTheme="minorEastAsia" w:eastAsiaTheme="minorEastAsia" w:hAnsiTheme="minorEastAsia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2A3922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A3922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2A3922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6BEC351" w14:textId="77777777" w:rsidR="00520537" w:rsidRPr="002A3922" w:rsidRDefault="00520537" w:rsidP="00150BD1">
      <w:pPr>
        <w:rPr>
          <w:rFonts w:asciiTheme="minorEastAsia" w:eastAsiaTheme="minorEastAsia" w:hAnsiTheme="minorEastAsia"/>
          <w:sz w:val="21"/>
          <w:szCs w:val="21"/>
        </w:rPr>
      </w:pPr>
    </w:p>
    <w:p w14:paraId="4F57C428" w14:textId="77777777" w:rsidR="007F33C5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>【連絡先】　（担当者所属）</w:t>
      </w:r>
    </w:p>
    <w:p w14:paraId="750D022D" w14:textId="77777777" w:rsidR="00150BD1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 xml:space="preserve">　　　　　　</w:t>
      </w:r>
      <w:r w:rsidR="007F33C5" w:rsidRPr="002A3922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2A3922">
        <w:rPr>
          <w:rFonts w:asciiTheme="minorEastAsia" w:eastAsiaTheme="minorEastAsia" w:hAnsiTheme="minorEastAsia" w:hint="eastAsia"/>
          <w:sz w:val="21"/>
          <w:szCs w:val="21"/>
        </w:rPr>
        <w:t>（電話番号）</w:t>
      </w:r>
    </w:p>
    <w:p w14:paraId="5FAE257B" w14:textId="77777777" w:rsidR="00150BD1" w:rsidRPr="002A3922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2A3922">
        <w:rPr>
          <w:rFonts w:asciiTheme="minorEastAsia" w:eastAsiaTheme="minorEastAsia" w:hAnsiTheme="minorEastAsia" w:hint="eastAsia"/>
          <w:sz w:val="21"/>
          <w:szCs w:val="21"/>
        </w:rPr>
        <w:t xml:space="preserve">　　　　　　（ＦＡＸ番号）</w:t>
      </w:r>
    </w:p>
    <w:sectPr w:rsidR="00150BD1" w:rsidRPr="002A3922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A3C8C" w14:textId="77777777" w:rsidR="00AB63D4" w:rsidRDefault="00AB63D4">
      <w:r>
        <w:separator/>
      </w:r>
    </w:p>
  </w:endnote>
  <w:endnote w:type="continuationSeparator" w:id="0">
    <w:p w14:paraId="34E42305" w14:textId="77777777" w:rsidR="00AB63D4" w:rsidRDefault="00AB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377F0" w14:textId="77777777" w:rsidR="00AB63D4" w:rsidRDefault="00AB63D4">
      <w:r>
        <w:separator/>
      </w:r>
    </w:p>
  </w:footnote>
  <w:footnote w:type="continuationSeparator" w:id="0">
    <w:p w14:paraId="149F6DE4" w14:textId="77777777" w:rsidR="00AB63D4" w:rsidRDefault="00AB6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138B"/>
    <w:rsid w:val="00294FE3"/>
    <w:rsid w:val="00297577"/>
    <w:rsid w:val="002A205B"/>
    <w:rsid w:val="002A2757"/>
    <w:rsid w:val="002A288A"/>
    <w:rsid w:val="002A333E"/>
    <w:rsid w:val="002A3922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0BFE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71E"/>
    <w:rsid w:val="00421AA9"/>
    <w:rsid w:val="00422E84"/>
    <w:rsid w:val="0042641A"/>
    <w:rsid w:val="004264A5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0EC8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A7A74"/>
    <w:rsid w:val="006B02EE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1C2D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C19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3DF5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B63D4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5A1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53A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120A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76A05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6E45"/>
    <w:rsid w:val="00D17E21"/>
    <w:rsid w:val="00D20A7B"/>
    <w:rsid w:val="00D20E21"/>
    <w:rsid w:val="00D220E4"/>
    <w:rsid w:val="00D24793"/>
    <w:rsid w:val="00D250FC"/>
    <w:rsid w:val="00D3033D"/>
    <w:rsid w:val="00D351CF"/>
    <w:rsid w:val="00D3649C"/>
    <w:rsid w:val="00D43EEA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6679D"/>
    <w:rsid w:val="00E66FD9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0F53"/>
    <w:rsid w:val="00F072C3"/>
    <w:rsid w:val="00F127D9"/>
    <w:rsid w:val="00F1766B"/>
    <w:rsid w:val="00F201D0"/>
    <w:rsid w:val="00F24446"/>
    <w:rsid w:val="00F3125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2B34"/>
    <w:rsid w:val="00F83D76"/>
    <w:rsid w:val="00F955A5"/>
    <w:rsid w:val="00F959AA"/>
    <w:rsid w:val="00FA36C6"/>
    <w:rsid w:val="00FA5674"/>
    <w:rsid w:val="00FB430D"/>
    <w:rsid w:val="00FB4AEC"/>
    <w:rsid w:val="00FC3F56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89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三橋 知成</cp:lastModifiedBy>
  <cp:revision>60</cp:revision>
  <cp:lastPrinted>2025-06-04T00:28:00Z</cp:lastPrinted>
  <dcterms:created xsi:type="dcterms:W3CDTF">2020-01-22T03:01:00Z</dcterms:created>
  <dcterms:modified xsi:type="dcterms:W3CDTF">2026-01-14T00:46:00Z</dcterms:modified>
</cp:coreProperties>
</file>